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855"/>
        <w:gridCol w:w="2855"/>
        <w:gridCol w:w="522"/>
        <w:gridCol w:w="2334"/>
        <w:gridCol w:w="2855"/>
        <w:gridCol w:w="2856"/>
      </w:tblGrid>
      <w:tr w:rsidR="0092484C" w:rsidRPr="00C56C9E" w:rsidTr="00C56C9E">
        <w:tc>
          <w:tcPr>
            <w:tcW w:w="14277" w:type="dxa"/>
            <w:gridSpan w:val="6"/>
          </w:tcPr>
          <w:p w:rsidR="0092484C" w:rsidRPr="00C56C9E" w:rsidRDefault="0092484C" w:rsidP="00C56C9E">
            <w:pPr>
              <w:spacing w:after="0" w:line="240" w:lineRule="auto"/>
              <w:jc w:val="center"/>
            </w:pPr>
            <w:r w:rsidRPr="00C56C9E">
              <w:t xml:space="preserve">Compito autentico: </w:t>
            </w:r>
          </w:p>
          <w:p w:rsidR="0092484C" w:rsidRPr="00C56C9E" w:rsidRDefault="0092484C" w:rsidP="00C56C9E">
            <w:pPr>
              <w:spacing w:after="0" w:line="240" w:lineRule="auto"/>
              <w:jc w:val="center"/>
            </w:pPr>
          </w:p>
          <w:p w:rsidR="0092484C" w:rsidRPr="00C56C9E" w:rsidRDefault="0092484C" w:rsidP="00C56C9E">
            <w:pPr>
              <w:spacing w:after="0" w:line="240" w:lineRule="auto"/>
              <w:jc w:val="center"/>
            </w:pPr>
            <w:r>
              <w:rPr>
                <w:i/>
              </w:rPr>
              <w:t xml:space="preserve">      </w:t>
            </w:r>
            <w:r w:rsidRPr="00C56C9E">
              <w:rPr>
                <w:i/>
              </w:rPr>
              <w:t>…</w:t>
            </w:r>
            <w:r>
              <w:rPr>
                <w:i/>
              </w:rPr>
              <w:t>ACQUA E SABBIA</w:t>
            </w:r>
            <w:r w:rsidRPr="00C56C9E">
              <w:rPr>
                <w:i/>
              </w:rPr>
              <w:t>……</w:t>
            </w:r>
            <w:r w:rsidRPr="00C56C9E">
              <w:t xml:space="preserve"> </w:t>
            </w:r>
          </w:p>
        </w:tc>
      </w:tr>
      <w:tr w:rsidR="0092484C" w:rsidRPr="00C56C9E" w:rsidTr="00C56C9E">
        <w:tc>
          <w:tcPr>
            <w:tcW w:w="14277" w:type="dxa"/>
            <w:gridSpan w:val="6"/>
          </w:tcPr>
          <w:p w:rsidR="0092484C" w:rsidRPr="00C56C9E" w:rsidRDefault="0092484C" w:rsidP="00C56C9E">
            <w:pPr>
              <w:spacing w:after="0" w:line="240" w:lineRule="auto"/>
            </w:pPr>
            <w:r w:rsidRPr="00C56C9E">
              <w:t>Classe</w:t>
            </w:r>
          </w:p>
          <w:p w:rsidR="0092484C" w:rsidRPr="00C56C9E" w:rsidRDefault="0092484C" w:rsidP="00C56C9E">
            <w:pPr>
              <w:spacing w:after="0" w:line="240" w:lineRule="auto"/>
            </w:pPr>
            <w:r>
              <w:t>SEZ. CON BAMBINI DI 5 ANNI</w:t>
            </w:r>
          </w:p>
        </w:tc>
      </w:tr>
      <w:tr w:rsidR="0092484C" w:rsidRPr="00C56C9E" w:rsidTr="00C56C9E">
        <w:tc>
          <w:tcPr>
            <w:tcW w:w="6232" w:type="dxa"/>
            <w:gridSpan w:val="3"/>
          </w:tcPr>
          <w:p w:rsidR="0092484C" w:rsidRPr="00C56C9E" w:rsidRDefault="0092484C" w:rsidP="00C56C9E">
            <w:pPr>
              <w:spacing w:after="0" w:line="240" w:lineRule="auto"/>
            </w:pPr>
            <w:r w:rsidRPr="00C56C9E">
              <w:t>Competenza chiave prevalente</w:t>
            </w:r>
          </w:p>
          <w:p w:rsidR="0092484C" w:rsidRPr="00C56C9E" w:rsidRDefault="0092484C" w:rsidP="00C56C9E">
            <w:pPr>
              <w:spacing w:after="0" w:line="240" w:lineRule="auto"/>
            </w:pPr>
            <w:r>
              <w:t xml:space="preserve">COMPETENZA DI BASE IN MATEMATICA SCIENZA E TECNOLOGIA          </w:t>
            </w:r>
          </w:p>
          <w:p w:rsidR="0092484C" w:rsidRPr="00C56C9E" w:rsidRDefault="0092484C" w:rsidP="00C56C9E">
            <w:pPr>
              <w:spacing w:after="0" w:line="240" w:lineRule="auto"/>
            </w:pPr>
          </w:p>
        </w:tc>
        <w:tc>
          <w:tcPr>
            <w:tcW w:w="8045" w:type="dxa"/>
            <w:gridSpan w:val="3"/>
          </w:tcPr>
          <w:p w:rsidR="0092484C" w:rsidRDefault="0092484C" w:rsidP="00C56C9E">
            <w:pPr>
              <w:spacing w:after="0" w:line="240" w:lineRule="auto"/>
            </w:pPr>
            <w:r w:rsidRPr="00C56C9E">
              <w:t>Competenze culturali di base</w:t>
            </w:r>
          </w:p>
          <w:p w:rsidR="0092484C" w:rsidRDefault="0092484C" w:rsidP="00284ED9">
            <w:r>
              <w:t>UTILIZZARE SEMPLICI SIMBOLI PER REGISTRARE, COMPIERE MISURAZIONI MEDIANTE</w:t>
            </w:r>
          </w:p>
          <w:p w:rsidR="0092484C" w:rsidRPr="00284ED9" w:rsidRDefault="0092484C" w:rsidP="00284ED9">
            <w:r>
              <w:t>SEMPLICI STRUMENTI NON CONVENZIONALI</w:t>
            </w:r>
          </w:p>
        </w:tc>
      </w:tr>
      <w:tr w:rsidR="0092484C" w:rsidRPr="00C56C9E" w:rsidTr="00C56C9E">
        <w:tc>
          <w:tcPr>
            <w:tcW w:w="6232" w:type="dxa"/>
            <w:gridSpan w:val="3"/>
          </w:tcPr>
          <w:p w:rsidR="0092484C" w:rsidRPr="00C56C9E" w:rsidRDefault="0092484C" w:rsidP="00C56C9E">
            <w:pPr>
              <w:spacing w:after="0" w:line="240" w:lineRule="auto"/>
            </w:pPr>
            <w:r w:rsidRPr="00C56C9E">
              <w:t>Competenze chiave concorrenti/correlate</w:t>
            </w:r>
          </w:p>
          <w:p w:rsidR="0092484C" w:rsidRPr="00C56C9E" w:rsidRDefault="0092484C" w:rsidP="00C56C9E">
            <w:pPr>
              <w:spacing w:after="0" w:line="240" w:lineRule="auto"/>
            </w:pPr>
            <w:r>
              <w:t>CONSAPEVOLEZZA ED ESPRESSIONE CULTURALE</w:t>
            </w:r>
          </w:p>
          <w:p w:rsidR="0092484C" w:rsidRPr="00C56C9E" w:rsidRDefault="0092484C" w:rsidP="00C56C9E">
            <w:pPr>
              <w:spacing w:after="0" w:line="240" w:lineRule="auto"/>
            </w:pPr>
          </w:p>
        </w:tc>
        <w:tc>
          <w:tcPr>
            <w:tcW w:w="8045" w:type="dxa"/>
            <w:gridSpan w:val="3"/>
          </w:tcPr>
          <w:p w:rsidR="0092484C" w:rsidRDefault="0092484C" w:rsidP="00C56C9E">
            <w:pPr>
              <w:spacing w:after="0" w:line="240" w:lineRule="auto"/>
            </w:pPr>
            <w:r w:rsidRPr="00C56C9E">
              <w:t>Competenze culturali di base</w:t>
            </w:r>
          </w:p>
          <w:p w:rsidR="0092484C" w:rsidRPr="00284ED9" w:rsidRDefault="0092484C" w:rsidP="00284ED9">
            <w:r>
              <w:t>PADRONEGGIARE GLI STRUMENTI NECESSARI AD UN ULTIMO DEI LINGUAGGI ESPRESSIVI ARTISTICI</w:t>
            </w:r>
          </w:p>
        </w:tc>
      </w:tr>
      <w:tr w:rsidR="0092484C" w:rsidRPr="00C56C9E" w:rsidTr="00C56C9E">
        <w:tc>
          <w:tcPr>
            <w:tcW w:w="6232" w:type="dxa"/>
            <w:gridSpan w:val="3"/>
          </w:tcPr>
          <w:p w:rsidR="0092484C" w:rsidRPr="00C56C9E" w:rsidRDefault="0092484C" w:rsidP="00C56C9E">
            <w:pPr>
              <w:spacing w:after="0" w:line="240" w:lineRule="auto"/>
            </w:pPr>
            <w:r w:rsidRPr="00C56C9E">
              <w:t>Disciplina di riferimento</w:t>
            </w:r>
          </w:p>
          <w:p w:rsidR="0092484C" w:rsidRPr="00C56C9E" w:rsidRDefault="0092484C" w:rsidP="00C56C9E">
            <w:pPr>
              <w:spacing w:after="0" w:line="240" w:lineRule="auto"/>
            </w:pPr>
            <w:r>
              <w:t>CONOSCENZA DEL MONDO</w:t>
            </w:r>
          </w:p>
          <w:p w:rsidR="0092484C" w:rsidRPr="00C56C9E" w:rsidRDefault="0092484C" w:rsidP="00C56C9E">
            <w:pPr>
              <w:spacing w:after="0" w:line="240" w:lineRule="auto"/>
            </w:pPr>
          </w:p>
        </w:tc>
        <w:tc>
          <w:tcPr>
            <w:tcW w:w="8045" w:type="dxa"/>
            <w:gridSpan w:val="3"/>
          </w:tcPr>
          <w:p w:rsidR="0092484C" w:rsidRDefault="0092484C" w:rsidP="00C56C9E">
            <w:pPr>
              <w:spacing w:after="0" w:line="240" w:lineRule="auto"/>
            </w:pPr>
            <w:r w:rsidRPr="00C56C9E">
              <w:t>Abilità disciplinari</w:t>
            </w:r>
          </w:p>
          <w:p w:rsidR="0092484C" w:rsidRPr="00284ED9" w:rsidRDefault="0092484C" w:rsidP="00284ED9">
            <w:r>
              <w:t>COSTRUIRE MODELLI PLASTICI</w:t>
            </w:r>
          </w:p>
        </w:tc>
      </w:tr>
      <w:tr w:rsidR="0092484C" w:rsidRPr="00C56C9E" w:rsidTr="00C56C9E">
        <w:tc>
          <w:tcPr>
            <w:tcW w:w="6232" w:type="dxa"/>
            <w:gridSpan w:val="3"/>
          </w:tcPr>
          <w:p w:rsidR="0092484C" w:rsidRPr="00C56C9E" w:rsidRDefault="0092484C" w:rsidP="00C56C9E">
            <w:pPr>
              <w:spacing w:after="0" w:line="240" w:lineRule="auto"/>
            </w:pPr>
            <w:r w:rsidRPr="00C56C9E">
              <w:t>Discipline concorrenti/correlate</w:t>
            </w:r>
          </w:p>
          <w:p w:rsidR="0092484C" w:rsidRPr="00C56C9E" w:rsidRDefault="0092484C" w:rsidP="00C56C9E">
            <w:pPr>
              <w:spacing w:after="0" w:line="240" w:lineRule="auto"/>
            </w:pPr>
            <w:r>
              <w:t>IMMAGINI SUONI E COLORI</w:t>
            </w:r>
          </w:p>
          <w:p w:rsidR="0092484C" w:rsidRPr="00C56C9E" w:rsidRDefault="0092484C" w:rsidP="00C56C9E">
            <w:pPr>
              <w:spacing w:after="0" w:line="240" w:lineRule="auto"/>
            </w:pPr>
          </w:p>
        </w:tc>
        <w:tc>
          <w:tcPr>
            <w:tcW w:w="8045" w:type="dxa"/>
            <w:gridSpan w:val="3"/>
          </w:tcPr>
          <w:p w:rsidR="0092484C" w:rsidRDefault="0092484C" w:rsidP="00C56C9E">
            <w:pPr>
              <w:spacing w:after="0" w:line="240" w:lineRule="auto"/>
            </w:pPr>
            <w:r w:rsidRPr="00C56C9E">
              <w:t>Abilità disciplinari</w:t>
            </w:r>
          </w:p>
          <w:p w:rsidR="0092484C" w:rsidRPr="00284ED9" w:rsidRDefault="0092484C" w:rsidP="00284ED9">
            <w:r>
              <w:t>ESPLORARE I MATERIALI A DISPOSIZIONE E UTILIZZARLI IN MODO PERSONALE</w:t>
            </w:r>
          </w:p>
        </w:tc>
      </w:tr>
      <w:tr w:rsidR="0092484C" w:rsidRPr="00C56C9E" w:rsidTr="00C56C9E">
        <w:tc>
          <w:tcPr>
            <w:tcW w:w="14277" w:type="dxa"/>
            <w:gridSpan w:val="6"/>
          </w:tcPr>
          <w:p w:rsidR="0092484C" w:rsidRPr="00C56C9E" w:rsidRDefault="0092484C" w:rsidP="00C56C9E">
            <w:pPr>
              <w:spacing w:after="0" w:line="240" w:lineRule="auto"/>
            </w:pPr>
            <w:r w:rsidRPr="00C56C9E">
              <w:t>Consegna operativa</w:t>
            </w:r>
          </w:p>
          <w:p w:rsidR="0092484C" w:rsidRPr="00C56C9E" w:rsidRDefault="0092484C" w:rsidP="00C56C9E">
            <w:pPr>
              <w:spacing w:after="0" w:line="240" w:lineRule="auto"/>
            </w:pPr>
          </w:p>
          <w:p w:rsidR="0092484C" w:rsidRPr="00C56C9E" w:rsidRDefault="0092484C" w:rsidP="00C56C9E">
            <w:pPr>
              <w:spacing w:after="0" w:line="240" w:lineRule="auto"/>
            </w:pPr>
            <w:r>
              <w:t xml:space="preserve">REALIZZARE UN MODELLINO CHE SI TIENE IN PIEDI UTILIZZANDO </w:t>
            </w:r>
            <w:smartTag w:uri="urn:schemas-microsoft-com:office:smarttags" w:element="PersonName">
              <w:smartTagPr>
                <w:attr w:name="ProductID" w:val="LA GIUSTA"/>
              </w:smartTagPr>
              <w:smartTag w:uri="urn:schemas-microsoft-com:office:smarttags" w:element="PersonName">
                <w:smartTagPr>
                  <w:attr w:name="ProductID" w:val="LA GIUSTA QUANTITA"/>
                </w:smartTagPr>
                <w:r>
                  <w:t>LA GIUSTA</w:t>
                </w:r>
              </w:smartTag>
              <w:r>
                <w:t xml:space="preserve"> QUANTITA</w:t>
              </w:r>
            </w:smartTag>
            <w:r>
              <w:t>’ DI ACQUA E SABBIA</w:t>
            </w:r>
          </w:p>
          <w:p w:rsidR="0092484C" w:rsidRPr="00C56C9E" w:rsidRDefault="0092484C" w:rsidP="00C56C9E">
            <w:pPr>
              <w:spacing w:after="0" w:line="240" w:lineRule="auto"/>
            </w:pPr>
          </w:p>
          <w:p w:rsidR="0092484C" w:rsidRPr="00C56C9E" w:rsidRDefault="0092484C" w:rsidP="00C56C9E">
            <w:pPr>
              <w:spacing w:after="0" w:line="240" w:lineRule="auto"/>
            </w:pPr>
          </w:p>
          <w:p w:rsidR="0092484C" w:rsidRPr="00C56C9E" w:rsidRDefault="0092484C" w:rsidP="00C56C9E">
            <w:pPr>
              <w:spacing w:after="0" w:line="240" w:lineRule="auto"/>
            </w:pPr>
          </w:p>
          <w:p w:rsidR="0092484C" w:rsidRPr="00C56C9E" w:rsidRDefault="0092484C" w:rsidP="00C56C9E">
            <w:pPr>
              <w:spacing w:after="0" w:line="240" w:lineRule="auto"/>
            </w:pPr>
          </w:p>
          <w:p w:rsidR="0092484C" w:rsidRPr="00C56C9E" w:rsidRDefault="0092484C" w:rsidP="00C56C9E">
            <w:pPr>
              <w:spacing w:after="0" w:line="240" w:lineRule="auto"/>
            </w:pPr>
          </w:p>
          <w:p w:rsidR="0092484C" w:rsidRPr="00C56C9E" w:rsidRDefault="0092484C" w:rsidP="00C56C9E">
            <w:pPr>
              <w:spacing w:after="0" w:line="240" w:lineRule="auto"/>
            </w:pPr>
          </w:p>
        </w:tc>
      </w:tr>
      <w:tr w:rsidR="0092484C" w:rsidRPr="00C56C9E" w:rsidTr="00C56C9E">
        <w:tc>
          <w:tcPr>
            <w:tcW w:w="14277" w:type="dxa"/>
            <w:gridSpan w:val="6"/>
          </w:tcPr>
          <w:p w:rsidR="0092484C" w:rsidRPr="00C56C9E" w:rsidRDefault="0092484C" w:rsidP="00C56C9E">
            <w:pPr>
              <w:spacing w:after="0" w:line="240" w:lineRule="auto"/>
            </w:pPr>
            <w:r w:rsidRPr="00C56C9E">
              <w:t>Tempi e fasi di lavoro</w:t>
            </w:r>
          </w:p>
          <w:p w:rsidR="0092484C" w:rsidRPr="00C56C9E" w:rsidRDefault="0092484C" w:rsidP="00C56C9E">
            <w:pPr>
              <w:spacing w:after="0" w:line="240" w:lineRule="auto"/>
            </w:pPr>
          </w:p>
          <w:p w:rsidR="0092484C" w:rsidRPr="00C56C9E" w:rsidRDefault="0092484C" w:rsidP="00C56C9E">
            <w:pPr>
              <w:spacing w:after="0" w:line="240" w:lineRule="auto"/>
            </w:pPr>
            <w:r>
              <w:t>3H</w:t>
            </w:r>
          </w:p>
          <w:p w:rsidR="0092484C" w:rsidRPr="00C56C9E" w:rsidRDefault="0092484C" w:rsidP="00C56C9E">
            <w:pPr>
              <w:spacing w:after="0" w:line="240" w:lineRule="auto"/>
            </w:pPr>
          </w:p>
          <w:p w:rsidR="0092484C" w:rsidRPr="00C56C9E" w:rsidRDefault="0092484C" w:rsidP="00C56C9E">
            <w:pPr>
              <w:spacing w:after="0" w:line="240" w:lineRule="auto"/>
            </w:pPr>
          </w:p>
        </w:tc>
      </w:tr>
      <w:tr w:rsidR="0092484C" w:rsidRPr="00C56C9E" w:rsidTr="00C56C9E">
        <w:tc>
          <w:tcPr>
            <w:tcW w:w="14277" w:type="dxa"/>
            <w:gridSpan w:val="6"/>
          </w:tcPr>
          <w:p w:rsidR="0092484C" w:rsidRPr="00C56C9E" w:rsidRDefault="0092484C" w:rsidP="00C56C9E">
            <w:pPr>
              <w:spacing w:after="0" w:line="240" w:lineRule="auto"/>
            </w:pPr>
            <w:r w:rsidRPr="00C56C9E">
              <w:t>Risorse disponibili</w:t>
            </w:r>
          </w:p>
          <w:p w:rsidR="0092484C" w:rsidRPr="00C56C9E" w:rsidRDefault="0092484C" w:rsidP="00C56C9E">
            <w:pPr>
              <w:spacing w:after="0" w:line="240" w:lineRule="auto"/>
            </w:pPr>
            <w:r>
              <w:t>CONTENITORI DI TRE MISURE DIVERSE ACQUA E SABBIA</w:t>
            </w:r>
          </w:p>
          <w:p w:rsidR="0092484C" w:rsidRPr="00C56C9E" w:rsidRDefault="0092484C" w:rsidP="00C56C9E">
            <w:pPr>
              <w:spacing w:after="0" w:line="240" w:lineRule="auto"/>
            </w:pPr>
          </w:p>
          <w:p w:rsidR="0092484C" w:rsidRPr="00C56C9E" w:rsidRDefault="0092484C" w:rsidP="00C56C9E">
            <w:pPr>
              <w:spacing w:after="0" w:line="240" w:lineRule="auto"/>
            </w:pPr>
          </w:p>
        </w:tc>
      </w:tr>
      <w:tr w:rsidR="0092484C" w:rsidRPr="00C56C9E" w:rsidTr="00C56C9E">
        <w:tc>
          <w:tcPr>
            <w:tcW w:w="14277" w:type="dxa"/>
            <w:gridSpan w:val="6"/>
          </w:tcPr>
          <w:p w:rsidR="0092484C" w:rsidRPr="00C56C9E" w:rsidRDefault="0092484C" w:rsidP="00C56C9E">
            <w:pPr>
              <w:spacing w:after="0" w:line="240" w:lineRule="auto"/>
              <w:jc w:val="center"/>
            </w:pPr>
            <w:r w:rsidRPr="00C56C9E">
              <w:t>Rubrica di prodotto/prestazione</w:t>
            </w:r>
            <w:bookmarkStart w:id="0" w:name="_GoBack"/>
            <w:bookmarkEnd w:id="0"/>
          </w:p>
          <w:p w:rsidR="0092484C" w:rsidRPr="00C56C9E" w:rsidRDefault="0092484C" w:rsidP="00C56C9E">
            <w:pPr>
              <w:spacing w:after="0" w:line="240" w:lineRule="auto"/>
              <w:jc w:val="center"/>
            </w:pPr>
          </w:p>
        </w:tc>
      </w:tr>
      <w:tr w:rsidR="0092484C" w:rsidRPr="00C56C9E" w:rsidTr="00C56C9E">
        <w:tc>
          <w:tcPr>
            <w:tcW w:w="2855" w:type="dxa"/>
          </w:tcPr>
          <w:p w:rsidR="0092484C" w:rsidRPr="00C56C9E" w:rsidRDefault="0092484C" w:rsidP="00C56C9E">
            <w:pPr>
              <w:spacing w:after="0" w:line="240" w:lineRule="auto"/>
              <w:jc w:val="center"/>
            </w:pPr>
            <w:r w:rsidRPr="00C56C9E">
              <w:t>Criteri</w:t>
            </w:r>
          </w:p>
        </w:tc>
        <w:tc>
          <w:tcPr>
            <w:tcW w:w="2855" w:type="dxa"/>
          </w:tcPr>
          <w:p w:rsidR="0092484C" w:rsidRPr="00C56C9E" w:rsidRDefault="0092484C" w:rsidP="00C56C9E">
            <w:pPr>
              <w:spacing w:after="0" w:line="240" w:lineRule="auto"/>
              <w:jc w:val="center"/>
            </w:pPr>
            <w:r w:rsidRPr="00C56C9E">
              <w:t>Livello 1</w:t>
            </w:r>
          </w:p>
        </w:tc>
        <w:tc>
          <w:tcPr>
            <w:tcW w:w="2856" w:type="dxa"/>
            <w:gridSpan w:val="2"/>
          </w:tcPr>
          <w:p w:rsidR="0092484C" w:rsidRPr="00C56C9E" w:rsidRDefault="0092484C" w:rsidP="00C56C9E">
            <w:pPr>
              <w:spacing w:after="0" w:line="240" w:lineRule="auto"/>
              <w:jc w:val="center"/>
            </w:pPr>
            <w:r w:rsidRPr="00C56C9E">
              <w:t>Livello 2</w:t>
            </w:r>
          </w:p>
        </w:tc>
        <w:tc>
          <w:tcPr>
            <w:tcW w:w="2855" w:type="dxa"/>
          </w:tcPr>
          <w:p w:rsidR="0092484C" w:rsidRPr="00C56C9E" w:rsidRDefault="0092484C" w:rsidP="00C56C9E">
            <w:pPr>
              <w:spacing w:after="0" w:line="240" w:lineRule="auto"/>
              <w:jc w:val="center"/>
            </w:pPr>
            <w:r w:rsidRPr="00C56C9E">
              <w:t>Livello 3</w:t>
            </w:r>
          </w:p>
        </w:tc>
        <w:tc>
          <w:tcPr>
            <w:tcW w:w="2856" w:type="dxa"/>
          </w:tcPr>
          <w:p w:rsidR="0092484C" w:rsidRPr="00C56C9E" w:rsidRDefault="0092484C" w:rsidP="00C56C9E">
            <w:pPr>
              <w:spacing w:after="0" w:line="240" w:lineRule="auto"/>
              <w:jc w:val="center"/>
            </w:pPr>
            <w:r w:rsidRPr="00C56C9E">
              <w:t>Livello 4</w:t>
            </w:r>
          </w:p>
        </w:tc>
      </w:tr>
      <w:tr w:rsidR="0092484C" w:rsidRPr="00C56C9E" w:rsidTr="00C56C9E">
        <w:tc>
          <w:tcPr>
            <w:tcW w:w="2855" w:type="dxa"/>
          </w:tcPr>
          <w:p w:rsidR="0092484C" w:rsidRPr="00C56C9E" w:rsidRDefault="0092484C" w:rsidP="00C56C9E">
            <w:pPr>
              <w:spacing w:after="0" w:line="240" w:lineRule="auto"/>
            </w:pPr>
          </w:p>
          <w:p w:rsidR="0092484C" w:rsidRPr="00C56C9E" w:rsidRDefault="0092484C" w:rsidP="00C56C9E">
            <w:pPr>
              <w:spacing w:after="0" w:line="240" w:lineRule="auto"/>
            </w:pPr>
            <w:r>
              <w:t>DISPONIBILITA’ A MANIPOLARE</w:t>
            </w:r>
          </w:p>
          <w:p w:rsidR="0092484C" w:rsidRPr="00C56C9E" w:rsidRDefault="0092484C" w:rsidP="00C56C9E">
            <w:pPr>
              <w:spacing w:after="0" w:line="240" w:lineRule="auto"/>
            </w:pPr>
          </w:p>
          <w:p w:rsidR="0092484C" w:rsidRPr="00C56C9E" w:rsidRDefault="0092484C" w:rsidP="00C56C9E">
            <w:pPr>
              <w:spacing w:after="0" w:line="240" w:lineRule="auto"/>
            </w:pPr>
          </w:p>
          <w:p w:rsidR="0092484C" w:rsidRPr="00C56C9E" w:rsidRDefault="0092484C" w:rsidP="00C56C9E">
            <w:pPr>
              <w:spacing w:after="0" w:line="240" w:lineRule="auto"/>
            </w:pPr>
          </w:p>
        </w:tc>
        <w:tc>
          <w:tcPr>
            <w:tcW w:w="2855" w:type="dxa"/>
          </w:tcPr>
          <w:p w:rsidR="0092484C" w:rsidRDefault="0092484C" w:rsidP="00C56C9E">
            <w:pPr>
              <w:spacing w:after="0" w:line="240" w:lineRule="auto"/>
            </w:pPr>
          </w:p>
          <w:p w:rsidR="0092484C" w:rsidRPr="00C56C9E" w:rsidRDefault="0092484C" w:rsidP="00C56C9E">
            <w:pPr>
              <w:spacing w:after="0" w:line="240" w:lineRule="auto"/>
            </w:pPr>
            <w:r>
              <w:t>MANIPOLA SENZA TENER CONTO DELLA CONSEGNA</w:t>
            </w:r>
          </w:p>
        </w:tc>
        <w:tc>
          <w:tcPr>
            <w:tcW w:w="2856" w:type="dxa"/>
            <w:gridSpan w:val="2"/>
          </w:tcPr>
          <w:p w:rsidR="0092484C" w:rsidRDefault="0092484C" w:rsidP="00C56C9E">
            <w:pPr>
              <w:spacing w:after="0" w:line="240" w:lineRule="auto"/>
            </w:pPr>
          </w:p>
          <w:p w:rsidR="0092484C" w:rsidRDefault="0092484C" w:rsidP="00C56C9E">
            <w:pPr>
              <w:spacing w:after="0" w:line="240" w:lineRule="auto"/>
            </w:pPr>
            <w:r>
              <w:t>MANIPOLA CON L’AIUTO</w:t>
            </w:r>
          </w:p>
          <w:p w:rsidR="0092484C" w:rsidRPr="00C73F0C" w:rsidRDefault="0092484C" w:rsidP="00C73F0C">
            <w:r>
              <w:t>DEL DOCENTE</w:t>
            </w:r>
          </w:p>
        </w:tc>
        <w:tc>
          <w:tcPr>
            <w:tcW w:w="2855" w:type="dxa"/>
          </w:tcPr>
          <w:p w:rsidR="0092484C" w:rsidRDefault="0092484C" w:rsidP="00C56C9E">
            <w:pPr>
              <w:spacing w:after="0" w:line="240" w:lineRule="auto"/>
            </w:pPr>
          </w:p>
          <w:p w:rsidR="0092484C" w:rsidRPr="00C73F0C" w:rsidRDefault="0092484C" w:rsidP="00C73F0C">
            <w:r>
              <w:t>MANIPOLA IN MODO AUTONOMO</w:t>
            </w:r>
          </w:p>
        </w:tc>
        <w:tc>
          <w:tcPr>
            <w:tcW w:w="2856" w:type="dxa"/>
          </w:tcPr>
          <w:p w:rsidR="0092484C" w:rsidRPr="00C56C9E" w:rsidRDefault="0092484C" w:rsidP="00C56C9E">
            <w:pPr>
              <w:spacing w:after="0" w:line="240" w:lineRule="auto"/>
            </w:pPr>
          </w:p>
        </w:tc>
      </w:tr>
      <w:tr w:rsidR="0092484C" w:rsidRPr="00C56C9E" w:rsidTr="00C56C9E">
        <w:tc>
          <w:tcPr>
            <w:tcW w:w="2855" w:type="dxa"/>
          </w:tcPr>
          <w:p w:rsidR="0092484C" w:rsidRPr="00C56C9E" w:rsidRDefault="0092484C" w:rsidP="00C56C9E">
            <w:pPr>
              <w:spacing w:after="0" w:line="240" w:lineRule="auto"/>
            </w:pPr>
          </w:p>
          <w:p w:rsidR="0092484C" w:rsidRPr="00C56C9E" w:rsidRDefault="0092484C" w:rsidP="00C56C9E">
            <w:pPr>
              <w:spacing w:after="0" w:line="240" w:lineRule="auto"/>
            </w:pPr>
            <w:r>
              <w:t>UTILIZZO DEI MATERIALI A</w:t>
            </w:r>
          </w:p>
          <w:p w:rsidR="0092484C" w:rsidRPr="00C56C9E" w:rsidRDefault="0092484C" w:rsidP="00C56C9E">
            <w:pPr>
              <w:spacing w:after="0" w:line="240" w:lineRule="auto"/>
            </w:pPr>
            <w:r>
              <w:t>DISPOSIZIONE</w:t>
            </w:r>
          </w:p>
          <w:p w:rsidR="0092484C" w:rsidRPr="00C56C9E" w:rsidRDefault="0092484C" w:rsidP="00C56C9E">
            <w:pPr>
              <w:spacing w:after="0" w:line="240" w:lineRule="auto"/>
            </w:pPr>
          </w:p>
          <w:p w:rsidR="0092484C" w:rsidRPr="00C56C9E" w:rsidRDefault="0092484C" w:rsidP="00C56C9E">
            <w:pPr>
              <w:spacing w:after="0" w:line="240" w:lineRule="auto"/>
            </w:pPr>
          </w:p>
        </w:tc>
        <w:tc>
          <w:tcPr>
            <w:tcW w:w="2855" w:type="dxa"/>
          </w:tcPr>
          <w:p w:rsidR="0092484C" w:rsidRDefault="0092484C" w:rsidP="00C56C9E">
            <w:pPr>
              <w:spacing w:after="0" w:line="240" w:lineRule="auto"/>
            </w:pPr>
          </w:p>
          <w:p w:rsidR="0092484C" w:rsidRPr="00C73F0C" w:rsidRDefault="0092484C" w:rsidP="00C73F0C">
            <w:r>
              <w:t>ESPLORA I MATERIALI MA NON LI UTILIZZA</w:t>
            </w:r>
          </w:p>
        </w:tc>
        <w:tc>
          <w:tcPr>
            <w:tcW w:w="2856" w:type="dxa"/>
            <w:gridSpan w:val="2"/>
          </w:tcPr>
          <w:p w:rsidR="0092484C" w:rsidRDefault="0092484C" w:rsidP="00C56C9E">
            <w:pPr>
              <w:spacing w:after="0" w:line="240" w:lineRule="auto"/>
            </w:pPr>
          </w:p>
          <w:p w:rsidR="0092484C" w:rsidRPr="00C73F0C" w:rsidRDefault="0092484C" w:rsidP="00C73F0C">
            <w:r>
              <w:t>UTILIZZA I MATERIALI SOLO SE SUPPORTATO DAL DOCENTE</w:t>
            </w:r>
          </w:p>
        </w:tc>
        <w:tc>
          <w:tcPr>
            <w:tcW w:w="2855" w:type="dxa"/>
          </w:tcPr>
          <w:p w:rsidR="0092484C" w:rsidRDefault="0092484C" w:rsidP="00C56C9E">
            <w:pPr>
              <w:spacing w:after="0" w:line="240" w:lineRule="auto"/>
            </w:pPr>
          </w:p>
          <w:p w:rsidR="0092484C" w:rsidRPr="00C73F0C" w:rsidRDefault="0092484C" w:rsidP="00C73F0C">
            <w:r>
              <w:t>UTILIZZA IL MATERIALE IN MODO AUTONOMO</w:t>
            </w:r>
          </w:p>
        </w:tc>
        <w:tc>
          <w:tcPr>
            <w:tcW w:w="2856" w:type="dxa"/>
          </w:tcPr>
          <w:p w:rsidR="0092484C" w:rsidRPr="00C56C9E" w:rsidRDefault="0092484C" w:rsidP="00C56C9E">
            <w:pPr>
              <w:spacing w:after="0" w:line="240" w:lineRule="auto"/>
            </w:pPr>
          </w:p>
        </w:tc>
      </w:tr>
      <w:tr w:rsidR="0092484C" w:rsidRPr="00C56C9E" w:rsidTr="00C56C9E">
        <w:tc>
          <w:tcPr>
            <w:tcW w:w="2855" w:type="dxa"/>
          </w:tcPr>
          <w:p w:rsidR="0092484C" w:rsidRPr="00C56C9E" w:rsidRDefault="0092484C" w:rsidP="00C56C9E">
            <w:pPr>
              <w:spacing w:after="0" w:line="240" w:lineRule="auto"/>
            </w:pPr>
          </w:p>
          <w:p w:rsidR="0092484C" w:rsidRPr="00C56C9E" w:rsidRDefault="0092484C" w:rsidP="00C56C9E">
            <w:pPr>
              <w:spacing w:after="0" w:line="240" w:lineRule="auto"/>
            </w:pPr>
          </w:p>
          <w:p w:rsidR="0092484C" w:rsidRPr="00C56C9E" w:rsidRDefault="0092484C" w:rsidP="00C56C9E">
            <w:pPr>
              <w:spacing w:after="0" w:line="240" w:lineRule="auto"/>
            </w:pPr>
          </w:p>
          <w:p w:rsidR="0092484C" w:rsidRPr="00C56C9E" w:rsidRDefault="0092484C" w:rsidP="00C56C9E">
            <w:pPr>
              <w:spacing w:after="0" w:line="240" w:lineRule="auto"/>
            </w:pPr>
          </w:p>
          <w:p w:rsidR="0092484C" w:rsidRPr="00C56C9E" w:rsidRDefault="0092484C" w:rsidP="00C56C9E">
            <w:pPr>
              <w:spacing w:after="0" w:line="240" w:lineRule="auto"/>
            </w:pPr>
          </w:p>
        </w:tc>
        <w:tc>
          <w:tcPr>
            <w:tcW w:w="2855" w:type="dxa"/>
          </w:tcPr>
          <w:p w:rsidR="0092484C" w:rsidRPr="00C56C9E" w:rsidRDefault="0092484C" w:rsidP="00C56C9E">
            <w:pPr>
              <w:spacing w:after="0" w:line="240" w:lineRule="auto"/>
            </w:pPr>
          </w:p>
        </w:tc>
        <w:tc>
          <w:tcPr>
            <w:tcW w:w="2856" w:type="dxa"/>
            <w:gridSpan w:val="2"/>
          </w:tcPr>
          <w:p w:rsidR="0092484C" w:rsidRPr="00C56C9E" w:rsidRDefault="0092484C" w:rsidP="00C56C9E">
            <w:pPr>
              <w:spacing w:after="0" w:line="240" w:lineRule="auto"/>
            </w:pPr>
          </w:p>
        </w:tc>
        <w:tc>
          <w:tcPr>
            <w:tcW w:w="2855" w:type="dxa"/>
          </w:tcPr>
          <w:p w:rsidR="0092484C" w:rsidRPr="00C56C9E" w:rsidRDefault="0092484C" w:rsidP="00C56C9E">
            <w:pPr>
              <w:spacing w:after="0" w:line="240" w:lineRule="auto"/>
            </w:pPr>
          </w:p>
        </w:tc>
        <w:tc>
          <w:tcPr>
            <w:tcW w:w="2856" w:type="dxa"/>
          </w:tcPr>
          <w:p w:rsidR="0092484C" w:rsidRPr="00C56C9E" w:rsidRDefault="0092484C" w:rsidP="00C56C9E">
            <w:pPr>
              <w:spacing w:after="0" w:line="240" w:lineRule="auto"/>
            </w:pPr>
          </w:p>
        </w:tc>
      </w:tr>
      <w:tr w:rsidR="0092484C" w:rsidRPr="00C56C9E" w:rsidTr="00C56C9E">
        <w:tc>
          <w:tcPr>
            <w:tcW w:w="2855" w:type="dxa"/>
          </w:tcPr>
          <w:p w:rsidR="0092484C" w:rsidRPr="00C56C9E" w:rsidRDefault="0092484C" w:rsidP="00C56C9E">
            <w:pPr>
              <w:spacing w:after="0" w:line="240" w:lineRule="auto"/>
            </w:pPr>
          </w:p>
          <w:p w:rsidR="0092484C" w:rsidRPr="00C56C9E" w:rsidRDefault="0092484C" w:rsidP="00C56C9E">
            <w:pPr>
              <w:spacing w:after="0" w:line="240" w:lineRule="auto"/>
            </w:pPr>
          </w:p>
          <w:p w:rsidR="0092484C" w:rsidRPr="00C56C9E" w:rsidRDefault="0092484C" w:rsidP="00C56C9E">
            <w:pPr>
              <w:spacing w:after="0" w:line="240" w:lineRule="auto"/>
            </w:pPr>
          </w:p>
          <w:p w:rsidR="0092484C" w:rsidRPr="00C56C9E" w:rsidRDefault="0092484C" w:rsidP="00C56C9E">
            <w:pPr>
              <w:spacing w:after="0" w:line="240" w:lineRule="auto"/>
            </w:pPr>
          </w:p>
          <w:p w:rsidR="0092484C" w:rsidRPr="00C56C9E" w:rsidRDefault="0092484C" w:rsidP="00C56C9E">
            <w:pPr>
              <w:spacing w:after="0" w:line="240" w:lineRule="auto"/>
            </w:pPr>
          </w:p>
        </w:tc>
        <w:tc>
          <w:tcPr>
            <w:tcW w:w="2855" w:type="dxa"/>
          </w:tcPr>
          <w:p w:rsidR="0092484C" w:rsidRPr="00C56C9E" w:rsidRDefault="0092484C" w:rsidP="00C56C9E">
            <w:pPr>
              <w:spacing w:after="0" w:line="240" w:lineRule="auto"/>
            </w:pPr>
          </w:p>
        </w:tc>
        <w:tc>
          <w:tcPr>
            <w:tcW w:w="2856" w:type="dxa"/>
            <w:gridSpan w:val="2"/>
          </w:tcPr>
          <w:p w:rsidR="0092484C" w:rsidRPr="00C56C9E" w:rsidRDefault="0092484C" w:rsidP="00C56C9E">
            <w:pPr>
              <w:spacing w:after="0" w:line="240" w:lineRule="auto"/>
            </w:pPr>
          </w:p>
        </w:tc>
        <w:tc>
          <w:tcPr>
            <w:tcW w:w="2855" w:type="dxa"/>
          </w:tcPr>
          <w:p w:rsidR="0092484C" w:rsidRPr="00C56C9E" w:rsidRDefault="0092484C" w:rsidP="00C56C9E">
            <w:pPr>
              <w:spacing w:after="0" w:line="240" w:lineRule="auto"/>
            </w:pPr>
          </w:p>
        </w:tc>
        <w:tc>
          <w:tcPr>
            <w:tcW w:w="2856" w:type="dxa"/>
          </w:tcPr>
          <w:p w:rsidR="0092484C" w:rsidRPr="00C56C9E" w:rsidRDefault="0092484C" w:rsidP="00C56C9E">
            <w:pPr>
              <w:spacing w:after="0" w:line="240" w:lineRule="auto"/>
            </w:pPr>
          </w:p>
        </w:tc>
      </w:tr>
      <w:tr w:rsidR="0092484C" w:rsidRPr="00C56C9E" w:rsidTr="00C56C9E">
        <w:tc>
          <w:tcPr>
            <w:tcW w:w="14277" w:type="dxa"/>
            <w:gridSpan w:val="6"/>
          </w:tcPr>
          <w:p w:rsidR="0092484C" w:rsidRPr="00C56C9E" w:rsidRDefault="0092484C" w:rsidP="00C56C9E">
            <w:pPr>
              <w:spacing w:after="0" w:line="240" w:lineRule="auto"/>
            </w:pPr>
          </w:p>
          <w:p w:rsidR="0092484C" w:rsidRPr="00C56C9E" w:rsidRDefault="0092484C" w:rsidP="00C56C9E">
            <w:pPr>
              <w:spacing w:after="0" w:line="240" w:lineRule="auto"/>
            </w:pPr>
          </w:p>
          <w:p w:rsidR="0092484C" w:rsidRPr="00C56C9E" w:rsidRDefault="0092484C" w:rsidP="00C56C9E">
            <w:pPr>
              <w:spacing w:after="0" w:line="240" w:lineRule="auto"/>
              <w:jc w:val="center"/>
            </w:pPr>
            <w:r w:rsidRPr="00C56C9E">
              <w:t>Punteggio:   /</w:t>
            </w:r>
          </w:p>
          <w:p w:rsidR="0092484C" w:rsidRPr="00C56C9E" w:rsidRDefault="0092484C" w:rsidP="00C56C9E">
            <w:pPr>
              <w:spacing w:after="0" w:line="240" w:lineRule="auto"/>
              <w:jc w:val="center"/>
            </w:pPr>
          </w:p>
        </w:tc>
      </w:tr>
    </w:tbl>
    <w:p w:rsidR="0092484C" w:rsidRDefault="0092484C"/>
    <w:p w:rsidR="0092484C" w:rsidRDefault="0092484C"/>
    <w:p w:rsidR="0092484C" w:rsidRDefault="0092484C">
      <w:r>
        <w:t>Note:</w:t>
      </w:r>
    </w:p>
    <w:sectPr w:rsidR="0092484C" w:rsidSect="0079043B">
      <w:pgSz w:w="16838" w:h="11906" w:orient="landscape"/>
      <w:pgMar w:top="1134" w:right="1134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283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9043B"/>
    <w:rsid w:val="00284ED9"/>
    <w:rsid w:val="00387D1B"/>
    <w:rsid w:val="00563891"/>
    <w:rsid w:val="005F1D34"/>
    <w:rsid w:val="00762BCB"/>
    <w:rsid w:val="0079043B"/>
    <w:rsid w:val="007A45C9"/>
    <w:rsid w:val="0092484C"/>
    <w:rsid w:val="00A10A85"/>
    <w:rsid w:val="00A32B42"/>
    <w:rsid w:val="00C56C9E"/>
    <w:rsid w:val="00C73F0C"/>
    <w:rsid w:val="00C74E1D"/>
    <w:rsid w:val="00C91087"/>
    <w:rsid w:val="00EC3EFC"/>
    <w:rsid w:val="00EE0C43"/>
    <w:rsid w:val="00FA5008"/>
    <w:rsid w:val="00FA6B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5008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C91087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30</TotalTime>
  <Pages>2</Pages>
  <Words>213</Words>
  <Characters>1216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Compito autentico: </dc:title>
  <dc:subject/>
  <dc:creator>giuseppe</dc:creator>
  <cp:keywords/>
  <dc:description/>
  <cp:lastModifiedBy>User</cp:lastModifiedBy>
  <cp:revision>6</cp:revision>
  <dcterms:created xsi:type="dcterms:W3CDTF">2017-06-25T16:57:00Z</dcterms:created>
  <dcterms:modified xsi:type="dcterms:W3CDTF">2017-06-25T17:26:00Z</dcterms:modified>
</cp:coreProperties>
</file>